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921E6" w14:textId="77777777" w:rsidR="006E5D65" w:rsidRPr="008B1CA5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70305B">
        <w:rPr>
          <w:rFonts w:ascii="Corbel" w:hAnsi="Corbel"/>
          <w:b/>
          <w:bCs/>
          <w:szCs w:val="24"/>
        </w:rPr>
        <w:tab/>
      </w:r>
      <w:r w:rsidRPr="0070305B">
        <w:rPr>
          <w:rFonts w:ascii="Corbel" w:hAnsi="Corbel"/>
          <w:b/>
          <w:bCs/>
          <w:szCs w:val="24"/>
        </w:rPr>
        <w:tab/>
      </w:r>
      <w:r w:rsidR="00D8678B" w:rsidRPr="0070305B">
        <w:rPr>
          <w:rFonts w:ascii="Corbel" w:hAnsi="Corbel"/>
          <w:bCs/>
          <w:i/>
          <w:szCs w:val="24"/>
        </w:rPr>
        <w:t xml:space="preserve">Załącznik nr </w:t>
      </w:r>
      <w:r w:rsidR="006F31E2" w:rsidRPr="0070305B">
        <w:rPr>
          <w:rFonts w:ascii="Corbel" w:hAnsi="Corbel"/>
          <w:bCs/>
          <w:i/>
          <w:szCs w:val="24"/>
        </w:rPr>
        <w:t>1.5</w:t>
      </w:r>
      <w:r w:rsidR="00D8678B" w:rsidRPr="0070305B">
        <w:rPr>
          <w:rFonts w:ascii="Corbel" w:hAnsi="Corbel"/>
          <w:bCs/>
          <w:i/>
          <w:szCs w:val="24"/>
        </w:rPr>
        <w:t xml:space="preserve"> do Zarządzenia</w:t>
      </w:r>
      <w:r w:rsidR="002A22BF" w:rsidRPr="0070305B">
        <w:rPr>
          <w:rFonts w:ascii="Corbel" w:hAnsi="Corbel"/>
          <w:bCs/>
          <w:i/>
          <w:szCs w:val="24"/>
        </w:rPr>
        <w:t xml:space="preserve"> Rektora </w:t>
      </w:r>
      <w:proofErr w:type="spellStart"/>
      <w:r w:rsidR="002A22BF" w:rsidRPr="0070305B">
        <w:rPr>
          <w:rFonts w:ascii="Corbel" w:hAnsi="Corbel"/>
          <w:bCs/>
          <w:i/>
          <w:szCs w:val="24"/>
        </w:rPr>
        <w:t>UR</w:t>
      </w:r>
      <w:proofErr w:type="spellEnd"/>
      <w:r w:rsidR="002A22BF" w:rsidRPr="0070305B">
        <w:rPr>
          <w:rFonts w:ascii="Corbel" w:hAnsi="Corbel"/>
          <w:bCs/>
          <w:i/>
          <w:szCs w:val="24"/>
        </w:rPr>
        <w:t xml:space="preserve"> </w:t>
      </w:r>
      <w:r w:rsidRPr="0070305B">
        <w:rPr>
          <w:rFonts w:ascii="Corbel" w:hAnsi="Corbel"/>
          <w:bCs/>
          <w:i/>
          <w:szCs w:val="24"/>
        </w:rPr>
        <w:t xml:space="preserve"> nr </w:t>
      </w:r>
      <w:r w:rsidR="00F17567" w:rsidRPr="0070305B">
        <w:rPr>
          <w:rFonts w:ascii="Corbel" w:hAnsi="Corbel"/>
          <w:bCs/>
          <w:i/>
          <w:szCs w:val="24"/>
        </w:rPr>
        <w:t>12/2019</w:t>
      </w:r>
    </w:p>
    <w:p w14:paraId="7656477F" w14:textId="77777777" w:rsidR="0070305B" w:rsidRPr="0070305B" w:rsidRDefault="0070305B" w:rsidP="0070305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0305B">
        <w:rPr>
          <w:rFonts w:ascii="Corbel" w:hAnsi="Corbel"/>
          <w:b/>
          <w:smallCaps/>
          <w:sz w:val="24"/>
          <w:szCs w:val="24"/>
        </w:rPr>
        <w:t>SYLABUS</w:t>
      </w:r>
    </w:p>
    <w:p w14:paraId="6701D642" w14:textId="6E544BA2" w:rsidR="0070305B" w:rsidRPr="0070305B" w:rsidRDefault="0070305B" w:rsidP="0070305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0305B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70305B">
        <w:rPr>
          <w:rFonts w:ascii="Corbel" w:hAnsi="Corbel"/>
          <w:smallCaps/>
          <w:sz w:val="24"/>
          <w:szCs w:val="24"/>
        </w:rPr>
        <w:t>202</w:t>
      </w:r>
      <w:r w:rsidR="006060B3">
        <w:rPr>
          <w:rFonts w:ascii="Corbel" w:hAnsi="Corbel"/>
          <w:smallCaps/>
          <w:sz w:val="24"/>
          <w:szCs w:val="24"/>
        </w:rPr>
        <w:t>1</w:t>
      </w:r>
      <w:r w:rsidRPr="0070305B">
        <w:rPr>
          <w:rFonts w:ascii="Corbel" w:hAnsi="Corbel"/>
          <w:smallCaps/>
          <w:sz w:val="24"/>
          <w:szCs w:val="24"/>
        </w:rPr>
        <w:t>-202</w:t>
      </w:r>
      <w:r w:rsidR="006060B3">
        <w:rPr>
          <w:rFonts w:ascii="Corbel" w:hAnsi="Corbel"/>
          <w:smallCaps/>
          <w:sz w:val="24"/>
          <w:szCs w:val="24"/>
        </w:rPr>
        <w:t>3</w:t>
      </w:r>
    </w:p>
    <w:p w14:paraId="4C859D62" w14:textId="001F91E5" w:rsidR="0070305B" w:rsidRPr="00EA4832" w:rsidRDefault="0070305B" w:rsidP="0070305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0305B">
        <w:rPr>
          <w:rFonts w:ascii="Corbel" w:hAnsi="Corbel"/>
          <w:sz w:val="20"/>
          <w:szCs w:val="20"/>
        </w:rPr>
        <w:t>Rok akademicki: 202</w:t>
      </w:r>
      <w:r w:rsidR="006060B3">
        <w:rPr>
          <w:rFonts w:ascii="Corbel" w:hAnsi="Corbel"/>
          <w:sz w:val="20"/>
          <w:szCs w:val="20"/>
        </w:rPr>
        <w:t>2</w:t>
      </w:r>
      <w:r w:rsidRPr="0070305B">
        <w:rPr>
          <w:rFonts w:ascii="Corbel" w:hAnsi="Corbel"/>
          <w:sz w:val="20"/>
          <w:szCs w:val="20"/>
        </w:rPr>
        <w:t>/202</w:t>
      </w:r>
      <w:r w:rsidR="006060B3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3CF398A9" w14:textId="77777777" w:rsidR="0085747A" w:rsidRPr="008B1CA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8345FFD" w14:textId="20C27A98" w:rsidR="007F6A57" w:rsidRDefault="0085747A" w:rsidP="003D18A1">
      <w:pPr>
        <w:pStyle w:val="Punktygwne"/>
        <w:numPr>
          <w:ilvl w:val="0"/>
          <w:numId w:val="2"/>
        </w:numPr>
        <w:spacing w:before="0" w:after="0"/>
        <w:ind w:left="426"/>
        <w:rPr>
          <w:rFonts w:ascii="Corbel" w:hAnsi="Corbel"/>
          <w:szCs w:val="24"/>
        </w:rPr>
      </w:pPr>
      <w:r w:rsidRPr="008B1CA5">
        <w:rPr>
          <w:rFonts w:ascii="Corbel" w:hAnsi="Corbel"/>
          <w:szCs w:val="24"/>
        </w:rPr>
        <w:t xml:space="preserve">Podstawowe </w:t>
      </w:r>
      <w:r w:rsidR="00445970" w:rsidRPr="008B1CA5">
        <w:rPr>
          <w:rFonts w:ascii="Corbel" w:hAnsi="Corbel"/>
          <w:szCs w:val="24"/>
        </w:rPr>
        <w:t>informacje o przedmiocie</w:t>
      </w:r>
    </w:p>
    <w:p w14:paraId="5FE5CA25" w14:textId="77777777" w:rsidR="003D18A1" w:rsidRPr="007F6A57" w:rsidRDefault="003D18A1" w:rsidP="003D18A1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8B1CA5" w14:paraId="27E02795" w14:textId="77777777" w:rsidTr="003D18A1">
        <w:trPr>
          <w:jc w:val="center"/>
        </w:trPr>
        <w:tc>
          <w:tcPr>
            <w:tcW w:w="2694" w:type="dxa"/>
            <w:vAlign w:val="center"/>
          </w:tcPr>
          <w:p w14:paraId="3C534986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23860A3" w14:textId="77777777" w:rsidR="007975CE" w:rsidRPr="008B1CA5" w:rsidRDefault="007F6A57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Projekty i programy Unii Europejskiej</w:t>
            </w:r>
          </w:p>
        </w:tc>
      </w:tr>
      <w:tr w:rsidR="007975CE" w:rsidRPr="008B1CA5" w14:paraId="2BB1204B" w14:textId="77777777" w:rsidTr="003D18A1">
        <w:trPr>
          <w:jc w:val="center"/>
        </w:trPr>
        <w:tc>
          <w:tcPr>
            <w:tcW w:w="2694" w:type="dxa"/>
            <w:vAlign w:val="center"/>
          </w:tcPr>
          <w:p w14:paraId="5D5B34DA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F07721B" w14:textId="77777777" w:rsidR="007975CE" w:rsidRPr="008B1CA5" w:rsidRDefault="005A3FC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8B1CA5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8B1CA5">
              <w:rPr>
                <w:rFonts w:ascii="Corbel" w:hAnsi="Corbel"/>
                <w:b w:val="0"/>
                <w:sz w:val="24"/>
                <w:szCs w:val="24"/>
              </w:rPr>
              <w:t>/C.5</w:t>
            </w:r>
          </w:p>
        </w:tc>
      </w:tr>
      <w:tr w:rsidR="007975CE" w:rsidRPr="008B1CA5" w14:paraId="004979B3" w14:textId="77777777" w:rsidTr="003D18A1">
        <w:trPr>
          <w:jc w:val="center"/>
        </w:trPr>
        <w:tc>
          <w:tcPr>
            <w:tcW w:w="2694" w:type="dxa"/>
            <w:vAlign w:val="center"/>
          </w:tcPr>
          <w:p w14:paraId="4530B6B6" w14:textId="77777777" w:rsidR="007975CE" w:rsidRPr="008B1CA5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8DE394F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8B1CA5" w14:paraId="4EDE5C3A" w14:textId="77777777" w:rsidTr="003D18A1">
        <w:trPr>
          <w:jc w:val="center"/>
        </w:trPr>
        <w:tc>
          <w:tcPr>
            <w:tcW w:w="2694" w:type="dxa"/>
            <w:vAlign w:val="center"/>
          </w:tcPr>
          <w:p w14:paraId="1DCE6E05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5F6CD1" w14:textId="77777777" w:rsidR="007975CE" w:rsidRPr="008B1CA5" w:rsidRDefault="007F6A57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6A5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8B1CA5" w14:paraId="5C3A2333" w14:textId="77777777" w:rsidTr="003D18A1">
        <w:trPr>
          <w:jc w:val="center"/>
        </w:trPr>
        <w:tc>
          <w:tcPr>
            <w:tcW w:w="2694" w:type="dxa"/>
            <w:vAlign w:val="center"/>
          </w:tcPr>
          <w:p w14:paraId="4384EFCB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DF0069A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8B1CA5" w14:paraId="2232D29A" w14:textId="77777777" w:rsidTr="003D18A1">
        <w:trPr>
          <w:jc w:val="center"/>
        </w:trPr>
        <w:tc>
          <w:tcPr>
            <w:tcW w:w="2694" w:type="dxa"/>
            <w:vAlign w:val="center"/>
          </w:tcPr>
          <w:p w14:paraId="3D6552E3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29B5DD" w14:textId="77777777" w:rsidR="007975CE" w:rsidRPr="008B1CA5" w:rsidRDefault="003A50F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7F6A5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8B1CA5" w14:paraId="06CCC80F" w14:textId="77777777" w:rsidTr="003D18A1">
        <w:trPr>
          <w:jc w:val="center"/>
        </w:trPr>
        <w:tc>
          <w:tcPr>
            <w:tcW w:w="2694" w:type="dxa"/>
            <w:vAlign w:val="center"/>
          </w:tcPr>
          <w:p w14:paraId="12C62667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6BC09B2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B1CA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975CE" w:rsidRPr="008B1CA5" w14:paraId="26C693DF" w14:textId="77777777" w:rsidTr="003D18A1">
        <w:trPr>
          <w:jc w:val="center"/>
        </w:trPr>
        <w:tc>
          <w:tcPr>
            <w:tcW w:w="2694" w:type="dxa"/>
            <w:vAlign w:val="center"/>
          </w:tcPr>
          <w:p w14:paraId="7923AB7B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8768B30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975CE" w:rsidRPr="008B1CA5" w14:paraId="26C280F1" w14:textId="77777777" w:rsidTr="003D18A1">
        <w:trPr>
          <w:jc w:val="center"/>
        </w:trPr>
        <w:tc>
          <w:tcPr>
            <w:tcW w:w="2694" w:type="dxa"/>
            <w:vAlign w:val="center"/>
          </w:tcPr>
          <w:p w14:paraId="2B2386EA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CFB7BA1" w14:textId="77777777" w:rsidR="007975CE" w:rsidRPr="008B1CA5" w:rsidRDefault="007F6A57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II/3</w:t>
            </w:r>
          </w:p>
        </w:tc>
      </w:tr>
      <w:tr w:rsidR="007975CE" w:rsidRPr="008B1CA5" w14:paraId="3AD34CF3" w14:textId="77777777" w:rsidTr="003D18A1">
        <w:trPr>
          <w:jc w:val="center"/>
        </w:trPr>
        <w:tc>
          <w:tcPr>
            <w:tcW w:w="2694" w:type="dxa"/>
            <w:vAlign w:val="center"/>
          </w:tcPr>
          <w:p w14:paraId="0ED972E6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71990C2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7975CE" w:rsidRPr="008B1CA5" w14:paraId="625D3E32" w14:textId="77777777" w:rsidTr="003D18A1">
        <w:trPr>
          <w:jc w:val="center"/>
        </w:trPr>
        <w:tc>
          <w:tcPr>
            <w:tcW w:w="2694" w:type="dxa"/>
            <w:vAlign w:val="center"/>
          </w:tcPr>
          <w:p w14:paraId="573BE463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58933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8B1CA5" w14:paraId="29895E72" w14:textId="77777777" w:rsidTr="003D18A1">
        <w:trPr>
          <w:jc w:val="center"/>
        </w:trPr>
        <w:tc>
          <w:tcPr>
            <w:tcW w:w="2694" w:type="dxa"/>
            <w:vAlign w:val="center"/>
          </w:tcPr>
          <w:p w14:paraId="2E27E7BF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BF24D39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prof. </w:t>
            </w:r>
            <w:proofErr w:type="spellStart"/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>UR</w:t>
            </w:r>
            <w:proofErr w:type="spellEnd"/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Teresa Miś</w:t>
            </w:r>
          </w:p>
        </w:tc>
      </w:tr>
      <w:tr w:rsidR="007975CE" w:rsidRPr="008B1CA5" w14:paraId="48E931C4" w14:textId="77777777" w:rsidTr="003D18A1">
        <w:trPr>
          <w:jc w:val="center"/>
        </w:trPr>
        <w:tc>
          <w:tcPr>
            <w:tcW w:w="2694" w:type="dxa"/>
            <w:vAlign w:val="center"/>
          </w:tcPr>
          <w:p w14:paraId="15F913FB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F80527D" w14:textId="77777777" w:rsidR="007975CE" w:rsidRPr="008B1CA5" w:rsidRDefault="0056129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prof. </w:t>
            </w:r>
            <w:proofErr w:type="spellStart"/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>UR</w:t>
            </w:r>
            <w:proofErr w:type="spellEnd"/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Teresa Miś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975CE"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B056D3"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>Ewa Baran</w:t>
            </w:r>
          </w:p>
        </w:tc>
      </w:tr>
    </w:tbl>
    <w:p w14:paraId="35271A6C" w14:textId="77777777" w:rsidR="0085747A" w:rsidRPr="008B1CA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 xml:space="preserve">* </w:t>
      </w:r>
      <w:r w:rsidRPr="008B1CA5">
        <w:rPr>
          <w:rFonts w:ascii="Corbel" w:hAnsi="Corbel"/>
          <w:i/>
          <w:sz w:val="24"/>
          <w:szCs w:val="24"/>
        </w:rPr>
        <w:t>-</w:t>
      </w:r>
      <w:r w:rsidR="00B90885" w:rsidRPr="008B1CA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B1CA5">
        <w:rPr>
          <w:rFonts w:ascii="Corbel" w:hAnsi="Corbel"/>
          <w:b w:val="0"/>
          <w:sz w:val="24"/>
          <w:szCs w:val="24"/>
        </w:rPr>
        <w:t>e,</w:t>
      </w:r>
      <w:r w:rsidR="007F6A57">
        <w:rPr>
          <w:rFonts w:ascii="Corbel" w:hAnsi="Corbel"/>
          <w:b w:val="0"/>
          <w:sz w:val="24"/>
          <w:szCs w:val="24"/>
        </w:rPr>
        <w:t xml:space="preserve"> </w:t>
      </w:r>
      <w:r w:rsidRPr="008B1CA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B1CA5">
        <w:rPr>
          <w:rFonts w:ascii="Corbel" w:hAnsi="Corbel"/>
          <w:b w:val="0"/>
          <w:i/>
          <w:sz w:val="24"/>
          <w:szCs w:val="24"/>
        </w:rPr>
        <w:t>w Jednostce</w:t>
      </w:r>
    </w:p>
    <w:p w14:paraId="44F3ECC5" w14:textId="77777777" w:rsidR="0085747A" w:rsidRPr="008B1CA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>1.</w:t>
      </w:r>
      <w:r w:rsidR="00E22FBC" w:rsidRPr="008B1CA5">
        <w:rPr>
          <w:rFonts w:ascii="Corbel" w:hAnsi="Corbel"/>
          <w:sz w:val="24"/>
          <w:szCs w:val="24"/>
        </w:rPr>
        <w:t>1</w:t>
      </w:r>
      <w:r w:rsidRPr="008B1CA5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8B1CA5">
        <w:rPr>
          <w:rFonts w:ascii="Corbel" w:hAnsi="Corbel"/>
          <w:sz w:val="24"/>
          <w:szCs w:val="24"/>
        </w:rPr>
        <w:t>ECTS</w:t>
      </w:r>
      <w:proofErr w:type="spellEnd"/>
      <w:r w:rsidRPr="008B1CA5">
        <w:rPr>
          <w:rFonts w:ascii="Corbel" w:hAnsi="Corbel"/>
          <w:sz w:val="24"/>
          <w:szCs w:val="24"/>
        </w:rPr>
        <w:t xml:space="preserve"> </w:t>
      </w:r>
    </w:p>
    <w:p w14:paraId="5CCF28F7" w14:textId="77777777" w:rsidR="00923D7D" w:rsidRPr="008B1CA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5"/>
        <w:gridCol w:w="927"/>
        <w:gridCol w:w="800"/>
        <w:gridCol w:w="864"/>
        <w:gridCol w:w="813"/>
        <w:gridCol w:w="834"/>
        <w:gridCol w:w="775"/>
        <w:gridCol w:w="963"/>
        <w:gridCol w:w="1208"/>
        <w:gridCol w:w="1529"/>
      </w:tblGrid>
      <w:tr w:rsidR="00015B8F" w:rsidRPr="008B1CA5" w14:paraId="73D23752" w14:textId="77777777" w:rsidTr="003D18A1">
        <w:trPr>
          <w:trHeight w:val="889"/>
          <w:jc w:val="center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37F0C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Semestr</w:t>
            </w:r>
          </w:p>
          <w:p w14:paraId="0E0DB7BE" w14:textId="77777777" w:rsidR="00015B8F" w:rsidRPr="008B1CA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(</w:t>
            </w:r>
            <w:r w:rsidR="00363F78" w:rsidRPr="008B1CA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EB955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1CA5">
              <w:rPr>
                <w:rFonts w:ascii="Corbel" w:hAnsi="Corbel"/>
                <w:szCs w:val="24"/>
              </w:rPr>
              <w:t>Wykł</w:t>
            </w:r>
            <w:proofErr w:type="spellEnd"/>
            <w:r w:rsidRPr="008B1C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8CC64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6025B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1CA5">
              <w:rPr>
                <w:rFonts w:ascii="Corbel" w:hAnsi="Corbel"/>
                <w:szCs w:val="24"/>
              </w:rPr>
              <w:t>Konw</w:t>
            </w:r>
            <w:proofErr w:type="spellEnd"/>
            <w:r w:rsidRPr="008B1C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5115C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7C805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1CA5">
              <w:rPr>
                <w:rFonts w:ascii="Corbel" w:hAnsi="Corbel"/>
                <w:szCs w:val="24"/>
              </w:rPr>
              <w:t>Sem</w:t>
            </w:r>
            <w:proofErr w:type="spellEnd"/>
            <w:r w:rsidRPr="008B1C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13A3C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1CA5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40882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1CA5">
              <w:rPr>
                <w:rFonts w:ascii="Corbel" w:hAnsi="Corbel"/>
                <w:szCs w:val="24"/>
              </w:rPr>
              <w:t>Prakt</w:t>
            </w:r>
            <w:proofErr w:type="spellEnd"/>
            <w:r w:rsidRPr="008B1C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72E9A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3BFCE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B1CA5">
              <w:rPr>
                <w:rFonts w:ascii="Corbel" w:hAnsi="Corbel"/>
                <w:b/>
                <w:szCs w:val="24"/>
              </w:rPr>
              <w:t>Liczba pkt</w:t>
            </w:r>
            <w:r w:rsidR="00B90885" w:rsidRPr="008B1CA5">
              <w:rPr>
                <w:rFonts w:ascii="Corbel" w:hAnsi="Corbel"/>
                <w:b/>
                <w:szCs w:val="24"/>
              </w:rPr>
              <w:t>.</w:t>
            </w:r>
            <w:r w:rsidRPr="008B1CA5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8B1CA5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8B1CA5" w14:paraId="59C4DD0E" w14:textId="77777777" w:rsidTr="003D18A1">
        <w:trPr>
          <w:trHeight w:val="486"/>
          <w:jc w:val="center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3DCC" w14:textId="77777777" w:rsidR="00015B8F" w:rsidRPr="008B1CA5" w:rsidRDefault="005A3F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CA26F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068AB" w14:textId="77777777" w:rsidR="00015B8F" w:rsidRPr="008B1CA5" w:rsidRDefault="005A3F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C5AFD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B60EA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1FC5F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BC305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56FFB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5CFDD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44FC4" w14:textId="77777777" w:rsidR="00015B8F" w:rsidRPr="008B1CA5" w:rsidRDefault="00EA74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0614D88" w14:textId="77777777" w:rsidR="00923D7D" w:rsidRPr="008B1CA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CE0C756" w14:textId="77777777" w:rsidR="0085747A" w:rsidRPr="008B1CA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>1.</w:t>
      </w:r>
      <w:r w:rsidR="00E22FBC" w:rsidRPr="008B1CA5">
        <w:rPr>
          <w:rFonts w:ascii="Corbel" w:hAnsi="Corbel"/>
          <w:smallCaps w:val="0"/>
          <w:szCs w:val="24"/>
        </w:rPr>
        <w:t>2</w:t>
      </w:r>
      <w:r w:rsidR="00F83B28" w:rsidRPr="008B1CA5">
        <w:rPr>
          <w:rFonts w:ascii="Corbel" w:hAnsi="Corbel"/>
          <w:smallCaps w:val="0"/>
          <w:szCs w:val="24"/>
        </w:rPr>
        <w:t>.</w:t>
      </w:r>
      <w:r w:rsidR="00F83B28" w:rsidRPr="008B1CA5">
        <w:rPr>
          <w:rFonts w:ascii="Corbel" w:hAnsi="Corbel"/>
          <w:smallCaps w:val="0"/>
          <w:szCs w:val="24"/>
        </w:rPr>
        <w:tab/>
      </w:r>
      <w:r w:rsidRPr="008B1CA5">
        <w:rPr>
          <w:rFonts w:ascii="Corbel" w:hAnsi="Corbel"/>
          <w:smallCaps w:val="0"/>
          <w:szCs w:val="24"/>
        </w:rPr>
        <w:t xml:space="preserve">Sposób realizacji zajęć  </w:t>
      </w:r>
    </w:p>
    <w:p w14:paraId="064C0EC1" w14:textId="77777777" w:rsidR="006673A0" w:rsidRPr="006673A0" w:rsidRDefault="006673A0" w:rsidP="00BE20D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  <w:u w:val="single"/>
        </w:rPr>
      </w:pPr>
      <w:r w:rsidRPr="006673A0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6673A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6673A0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6673A0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2EDEB3CB" w14:textId="77777777" w:rsidR="006673A0" w:rsidRPr="006673A0" w:rsidRDefault="006673A0" w:rsidP="00BE20D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6673A0">
        <w:rPr>
          <w:rFonts w:ascii="MS Gothic" w:eastAsia="MS Gothic" w:hAnsi="MS Gothic" w:cs="MS Gothic" w:hint="eastAsia"/>
          <w:b w:val="0"/>
          <w:szCs w:val="24"/>
        </w:rPr>
        <w:t>☐</w:t>
      </w:r>
      <w:r w:rsidRPr="006673A0">
        <w:rPr>
          <w:rFonts w:ascii="Corbel" w:hAnsi="Corbel"/>
          <w:b w:val="0"/>
          <w:smallCaps w:val="0"/>
          <w:szCs w:val="24"/>
        </w:rPr>
        <w:t xml:space="preserve"> </w:t>
      </w:r>
      <w:r w:rsidRPr="006673A0">
        <w:rPr>
          <w:rFonts w:ascii="Corbel" w:hAnsi="Corbel"/>
          <w:b w:val="0"/>
          <w:smallCaps w:val="0"/>
          <w:color w:val="000000" w:themeColor="text1"/>
          <w:szCs w:val="24"/>
        </w:rPr>
        <w:t>zajęcia realizowane z wykorzystaniem metod i technik kształcenia na odległość</w:t>
      </w:r>
    </w:p>
    <w:p w14:paraId="30A436A2" w14:textId="77777777" w:rsidR="00F4404D" w:rsidRPr="008B1CA5" w:rsidRDefault="00F4404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D0AE0F" w14:textId="77777777" w:rsidR="00E22FBC" w:rsidRPr="008B1CA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1.3 </w:t>
      </w:r>
      <w:r w:rsidR="00F83B28" w:rsidRPr="008B1CA5">
        <w:rPr>
          <w:rFonts w:ascii="Corbel" w:hAnsi="Corbel"/>
          <w:smallCaps w:val="0"/>
          <w:szCs w:val="24"/>
        </w:rPr>
        <w:tab/>
      </w:r>
      <w:r w:rsidRPr="008B1CA5">
        <w:rPr>
          <w:rFonts w:ascii="Corbel" w:hAnsi="Corbel"/>
          <w:smallCaps w:val="0"/>
          <w:szCs w:val="24"/>
        </w:rPr>
        <w:t>For</w:t>
      </w:r>
      <w:r w:rsidR="00445970" w:rsidRPr="008B1CA5">
        <w:rPr>
          <w:rFonts w:ascii="Corbel" w:hAnsi="Corbel"/>
          <w:smallCaps w:val="0"/>
          <w:szCs w:val="24"/>
        </w:rPr>
        <w:t xml:space="preserve">ma zaliczenia przedmiotu </w:t>
      </w:r>
      <w:r w:rsidRPr="008B1CA5">
        <w:rPr>
          <w:rFonts w:ascii="Corbel" w:hAnsi="Corbel"/>
          <w:smallCaps w:val="0"/>
          <w:szCs w:val="24"/>
        </w:rPr>
        <w:t xml:space="preserve"> (z toku) </w:t>
      </w:r>
      <w:r w:rsidRPr="008B1CA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EB23AAF" w14:textId="53B2AEDC" w:rsidR="009C54AE" w:rsidRPr="008B1CA5" w:rsidRDefault="00135B1D" w:rsidP="00990C12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7975CE" w:rsidRPr="008B1CA5">
        <w:rPr>
          <w:rFonts w:ascii="Corbel" w:hAnsi="Corbel"/>
          <w:b w:val="0"/>
          <w:smallCaps w:val="0"/>
          <w:szCs w:val="24"/>
        </w:rPr>
        <w:t>aliczenie z oceną</w:t>
      </w:r>
    </w:p>
    <w:p w14:paraId="1231C2C7" w14:textId="77777777" w:rsidR="008A7F33" w:rsidRDefault="008A7F3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09F74E" w14:textId="77777777" w:rsidR="00E960BB" w:rsidRPr="008B1CA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1CA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B1CA5" w14:paraId="296911E8" w14:textId="77777777" w:rsidTr="003D18A1">
        <w:trPr>
          <w:jc w:val="center"/>
        </w:trPr>
        <w:tc>
          <w:tcPr>
            <w:tcW w:w="9670" w:type="dxa"/>
          </w:tcPr>
          <w:p w14:paraId="0B6128DB" w14:textId="77777777" w:rsidR="0085747A" w:rsidRPr="008B1CA5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3EE0BB89" w14:textId="77777777" w:rsidR="00B056D3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8750D5" w14:textId="76AB8E28" w:rsidR="0085747A" w:rsidRPr="008B1CA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1CA5">
        <w:rPr>
          <w:rFonts w:ascii="Corbel" w:hAnsi="Corbel"/>
          <w:szCs w:val="24"/>
        </w:rPr>
        <w:t>3.</w:t>
      </w:r>
      <w:r w:rsidR="00A84C85" w:rsidRPr="008B1CA5">
        <w:rPr>
          <w:rFonts w:ascii="Corbel" w:hAnsi="Corbel"/>
          <w:szCs w:val="24"/>
        </w:rPr>
        <w:t>cele, efekty uczenia się</w:t>
      </w:r>
      <w:r w:rsidR="0085747A" w:rsidRPr="008B1CA5">
        <w:rPr>
          <w:rFonts w:ascii="Corbel" w:hAnsi="Corbel"/>
          <w:szCs w:val="24"/>
        </w:rPr>
        <w:t>, treści Programowe i stosowane metody Dydaktyczne</w:t>
      </w:r>
    </w:p>
    <w:p w14:paraId="3834E1F5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CD4107" w14:textId="77777777" w:rsidR="0085747A" w:rsidRPr="008B1CA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 xml:space="preserve">3.1 </w:t>
      </w:r>
      <w:r w:rsidR="00C05F44" w:rsidRPr="008B1CA5">
        <w:rPr>
          <w:rFonts w:ascii="Corbel" w:hAnsi="Corbel"/>
          <w:sz w:val="24"/>
          <w:szCs w:val="24"/>
        </w:rPr>
        <w:t>Cele przedmiotu</w:t>
      </w:r>
    </w:p>
    <w:p w14:paraId="60449F41" w14:textId="77777777" w:rsidR="00F83B28" w:rsidRPr="008B1CA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79"/>
      </w:tblGrid>
      <w:tr w:rsidR="0085747A" w:rsidRPr="008B1CA5" w14:paraId="6AD2E7F1" w14:textId="77777777" w:rsidTr="003D18A1">
        <w:trPr>
          <w:jc w:val="center"/>
        </w:trPr>
        <w:tc>
          <w:tcPr>
            <w:tcW w:w="851" w:type="dxa"/>
            <w:vAlign w:val="center"/>
          </w:tcPr>
          <w:p w14:paraId="439E682A" w14:textId="77777777" w:rsidR="0085747A" w:rsidRPr="008B1CA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2F0EEE26" w14:textId="77777777" w:rsidR="0085747A" w:rsidRPr="008B1CA5" w:rsidRDefault="007975CE" w:rsidP="0045368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związaną z </w:t>
            </w:r>
            <w:r w:rsidR="00B056D3"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kwestią osiągnięcia sukcesu przy ubieganiu się o </w:t>
            </w:r>
            <w:r w:rsidR="00352B6B"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programy UE, identyfikacji różnych rodzajów projektów współfinansowanych ze środków UE </w:t>
            </w:r>
          </w:p>
        </w:tc>
      </w:tr>
      <w:tr w:rsidR="0085747A" w:rsidRPr="008B1CA5" w14:paraId="71579624" w14:textId="77777777" w:rsidTr="003D18A1">
        <w:trPr>
          <w:jc w:val="center"/>
        </w:trPr>
        <w:tc>
          <w:tcPr>
            <w:tcW w:w="851" w:type="dxa"/>
            <w:vAlign w:val="center"/>
          </w:tcPr>
          <w:p w14:paraId="3818F4F9" w14:textId="77777777" w:rsidR="0085747A" w:rsidRPr="008B1CA5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07AC801" w14:textId="77777777" w:rsidR="0085747A" w:rsidRPr="008B1CA5" w:rsidRDefault="007975CE" w:rsidP="0045368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B056D3"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związanych z </w:t>
            </w:r>
            <w:r w:rsidR="00352B6B" w:rsidRPr="008B1CA5">
              <w:rPr>
                <w:rFonts w:ascii="Corbel" w:hAnsi="Corbel"/>
                <w:b w:val="0"/>
                <w:bCs/>
                <w:sz w:val="24"/>
                <w:szCs w:val="24"/>
              </w:rPr>
              <w:t>przygotowaniem projektu.</w:t>
            </w:r>
          </w:p>
        </w:tc>
      </w:tr>
      <w:tr w:rsidR="0085747A" w:rsidRPr="008B1CA5" w14:paraId="005383A0" w14:textId="77777777" w:rsidTr="003D18A1">
        <w:trPr>
          <w:jc w:val="center"/>
        </w:trPr>
        <w:tc>
          <w:tcPr>
            <w:tcW w:w="851" w:type="dxa"/>
            <w:vAlign w:val="center"/>
          </w:tcPr>
          <w:p w14:paraId="4827E3BB" w14:textId="77777777" w:rsidR="0085747A" w:rsidRPr="008B1CA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8B1CA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D585221" w14:textId="77777777" w:rsidR="0085747A" w:rsidRPr="008B1CA5" w:rsidRDefault="00352B6B" w:rsidP="0045368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pracy w zespole, wsparcia eksperckiego podmiotów gospodarczych w zakresie ubiegania się o fundusze strukturalne i realizacji projektów. </w:t>
            </w:r>
            <w:r w:rsidR="007975CE" w:rsidRPr="008B1CA5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14:paraId="1EED371E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D6830E7" w14:textId="77777777" w:rsidR="001D7B54" w:rsidRPr="008B1CA5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8B1CA5">
        <w:rPr>
          <w:rFonts w:ascii="Corbel" w:hAnsi="Corbel"/>
          <w:b/>
          <w:sz w:val="24"/>
          <w:szCs w:val="24"/>
        </w:rPr>
        <w:t xml:space="preserve">3.2 </w:t>
      </w:r>
      <w:r w:rsidR="001D7B54" w:rsidRPr="008B1CA5">
        <w:rPr>
          <w:rFonts w:ascii="Corbel" w:hAnsi="Corbel"/>
          <w:b/>
          <w:sz w:val="24"/>
          <w:szCs w:val="24"/>
        </w:rPr>
        <w:t xml:space="preserve">Efekty </w:t>
      </w:r>
      <w:r w:rsidR="00C05F44" w:rsidRPr="008B1CA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B1CA5">
        <w:rPr>
          <w:rFonts w:ascii="Corbel" w:hAnsi="Corbel"/>
          <w:b/>
          <w:sz w:val="24"/>
          <w:szCs w:val="24"/>
        </w:rPr>
        <w:t>dla przedmiotu</w:t>
      </w:r>
    </w:p>
    <w:p w14:paraId="7128B5DA" w14:textId="77777777" w:rsidR="00B056D3" w:rsidRPr="008B1CA5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49"/>
        <w:gridCol w:w="1672"/>
      </w:tblGrid>
      <w:tr w:rsidR="00135B1D" w:rsidRPr="008B1CA5" w14:paraId="42C84654" w14:textId="77777777" w:rsidTr="00135B1D">
        <w:trPr>
          <w:jc w:val="center"/>
        </w:trPr>
        <w:tc>
          <w:tcPr>
            <w:tcW w:w="1418" w:type="dxa"/>
            <w:vAlign w:val="center"/>
          </w:tcPr>
          <w:p w14:paraId="41D56548" w14:textId="77777777" w:rsidR="00135B1D" w:rsidRPr="008B1CA5" w:rsidRDefault="00135B1D" w:rsidP="00135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smallCaps w:val="0"/>
                <w:szCs w:val="24"/>
              </w:rPr>
              <w:t>EK</w:t>
            </w:r>
            <w:r w:rsidRPr="008B1CA5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8B1CA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49" w:type="dxa"/>
            <w:vAlign w:val="center"/>
          </w:tcPr>
          <w:p w14:paraId="329B4303" w14:textId="77777777" w:rsidR="00135B1D" w:rsidRPr="009C54AE" w:rsidRDefault="00135B1D" w:rsidP="00135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672" w:type="dxa"/>
            <w:vAlign w:val="center"/>
          </w:tcPr>
          <w:p w14:paraId="0966AB5A" w14:textId="47478620" w:rsidR="00135B1D" w:rsidRPr="008B1CA5" w:rsidRDefault="00135B1D" w:rsidP="00135B1D">
            <w:pPr>
              <w:pStyle w:val="Punktygwne"/>
              <w:spacing w:before="0" w:after="0"/>
              <w:ind w:left="-11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36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9536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056D3" w:rsidRPr="008B1CA5" w14:paraId="67B6B9DA" w14:textId="77777777" w:rsidTr="00135B1D">
        <w:trPr>
          <w:jc w:val="center"/>
        </w:trPr>
        <w:tc>
          <w:tcPr>
            <w:tcW w:w="1418" w:type="dxa"/>
          </w:tcPr>
          <w:p w14:paraId="183EEBEB" w14:textId="77777777" w:rsidR="00B056D3" w:rsidRPr="008B1CA5" w:rsidRDefault="00B056D3" w:rsidP="008A7F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1CA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49" w:type="dxa"/>
          </w:tcPr>
          <w:p w14:paraId="40ED6353" w14:textId="77777777" w:rsidR="00B056D3" w:rsidRPr="008B1CA5" w:rsidRDefault="00262FFE" w:rsidP="008A7F33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Zna i rozumie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istotę 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>podstawow</w:t>
            </w:r>
            <w:r w:rsidRPr="008B1CA5">
              <w:rPr>
                <w:rFonts w:ascii="Corbel" w:hAnsi="Corbel"/>
                <w:sz w:val="24"/>
                <w:szCs w:val="24"/>
              </w:rPr>
              <w:t>ych zasad polityki spójności i problemów związanych z realizacją projektów UE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 xml:space="preserve">. Dobiera odpowiednie </w:t>
            </w:r>
            <w:r w:rsidRPr="008B1CA5">
              <w:rPr>
                <w:rFonts w:ascii="Corbel" w:hAnsi="Corbel"/>
                <w:sz w:val="24"/>
                <w:szCs w:val="24"/>
              </w:rPr>
              <w:t>programy UE dla poprawy społeczno-gospodarczego rozwoju</w:t>
            </w:r>
            <w:r w:rsidR="00476C6E" w:rsidRPr="008B1CA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672" w:type="dxa"/>
          </w:tcPr>
          <w:p w14:paraId="6E082F88" w14:textId="77777777" w:rsidR="00B056D3" w:rsidRPr="008B1CA5" w:rsidRDefault="00B056D3" w:rsidP="00135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K_W0</w:t>
            </w:r>
            <w:r w:rsidR="00262FFE" w:rsidRPr="008B1CA5">
              <w:rPr>
                <w:rFonts w:ascii="Corbel" w:hAnsi="Corbel"/>
                <w:b w:val="0"/>
                <w:szCs w:val="24"/>
              </w:rPr>
              <w:t>6</w:t>
            </w:r>
          </w:p>
          <w:p w14:paraId="4B146014" w14:textId="77777777" w:rsidR="00B056D3" w:rsidRPr="008B1CA5" w:rsidRDefault="00B056D3" w:rsidP="00135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B1CA5">
              <w:rPr>
                <w:rFonts w:ascii="Corbel" w:hAnsi="Corbel"/>
                <w:b w:val="0"/>
                <w:szCs w:val="24"/>
              </w:rPr>
              <w:t>K_W</w:t>
            </w:r>
            <w:proofErr w:type="spellEnd"/>
            <w:r w:rsidRPr="008B1CA5">
              <w:rPr>
                <w:rFonts w:ascii="Corbel" w:hAnsi="Corbel"/>
                <w:b w:val="0"/>
                <w:szCs w:val="24"/>
              </w:rPr>
              <w:t xml:space="preserve"> 0</w:t>
            </w:r>
            <w:r w:rsidR="00262FFE" w:rsidRPr="008B1CA5"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B056D3" w:rsidRPr="008B1CA5" w14:paraId="40E78D6D" w14:textId="77777777" w:rsidTr="00135B1D">
        <w:trPr>
          <w:jc w:val="center"/>
        </w:trPr>
        <w:tc>
          <w:tcPr>
            <w:tcW w:w="1418" w:type="dxa"/>
          </w:tcPr>
          <w:p w14:paraId="6804D12F" w14:textId="77777777" w:rsidR="00B056D3" w:rsidRPr="008B1CA5" w:rsidRDefault="00B056D3" w:rsidP="008A7F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1CA5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549" w:type="dxa"/>
          </w:tcPr>
          <w:p w14:paraId="1BD9F4FB" w14:textId="77777777" w:rsidR="00B056D3" w:rsidRPr="008B1CA5" w:rsidRDefault="00B056D3" w:rsidP="008A7F33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</w:t>
            </w:r>
            <w:r w:rsidR="00476C6E" w:rsidRPr="008B1CA5">
              <w:rPr>
                <w:rFonts w:ascii="Corbel" w:hAnsi="Corbel"/>
                <w:sz w:val="24"/>
                <w:szCs w:val="24"/>
              </w:rPr>
              <w:t>doboru programów UE i pracować w zespołach przygotowujących projekty finansowane ze środków UE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672" w:type="dxa"/>
          </w:tcPr>
          <w:p w14:paraId="13981328" w14:textId="77777777" w:rsidR="00B056D3" w:rsidRPr="008B1CA5" w:rsidRDefault="00B056D3" w:rsidP="00135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K_U0</w:t>
            </w:r>
            <w:r w:rsidR="00262FFE" w:rsidRPr="008B1CA5">
              <w:rPr>
                <w:rFonts w:ascii="Corbel" w:hAnsi="Corbel"/>
                <w:b w:val="0"/>
                <w:szCs w:val="24"/>
              </w:rPr>
              <w:t>3</w:t>
            </w:r>
          </w:p>
          <w:p w14:paraId="4C23B46E" w14:textId="77777777" w:rsidR="00B056D3" w:rsidRPr="008B1CA5" w:rsidRDefault="00B056D3" w:rsidP="00135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K_U06</w:t>
            </w:r>
          </w:p>
          <w:p w14:paraId="10CDC411" w14:textId="77777777" w:rsidR="00262FFE" w:rsidRPr="008B1CA5" w:rsidRDefault="00262FFE" w:rsidP="00135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K_U11</w:t>
            </w:r>
          </w:p>
        </w:tc>
      </w:tr>
      <w:tr w:rsidR="00B056D3" w:rsidRPr="008B1CA5" w14:paraId="155351FA" w14:textId="77777777" w:rsidTr="00135B1D">
        <w:trPr>
          <w:jc w:val="center"/>
        </w:trPr>
        <w:tc>
          <w:tcPr>
            <w:tcW w:w="1418" w:type="dxa"/>
          </w:tcPr>
          <w:p w14:paraId="0E2972DB" w14:textId="77777777" w:rsidR="00B056D3" w:rsidRPr="008B1CA5" w:rsidRDefault="00B056D3" w:rsidP="008A7F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1CA5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549" w:type="dxa"/>
          </w:tcPr>
          <w:p w14:paraId="6727F062" w14:textId="77777777" w:rsidR="00B056D3" w:rsidRPr="008B1CA5" w:rsidRDefault="00B056D3" w:rsidP="008A7F33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476C6E" w:rsidRPr="008B1CA5">
              <w:rPr>
                <w:rFonts w:ascii="Corbel" w:hAnsi="Corbel"/>
                <w:sz w:val="24"/>
                <w:szCs w:val="24"/>
              </w:rPr>
              <w:t>uczestniczyć w realizacji projektów gospodarczych.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672" w:type="dxa"/>
          </w:tcPr>
          <w:p w14:paraId="023DBB9E" w14:textId="77777777" w:rsidR="00B056D3" w:rsidRPr="008B1CA5" w:rsidRDefault="00B056D3" w:rsidP="00135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K_K0</w:t>
            </w:r>
            <w:r w:rsidR="00262FFE" w:rsidRPr="008B1CA5">
              <w:rPr>
                <w:rFonts w:ascii="Corbel" w:hAnsi="Corbel"/>
                <w:b w:val="0"/>
                <w:szCs w:val="24"/>
              </w:rPr>
              <w:t>3</w:t>
            </w:r>
          </w:p>
        </w:tc>
      </w:tr>
    </w:tbl>
    <w:p w14:paraId="387C926E" w14:textId="77777777" w:rsidR="001D7B54" w:rsidRPr="008B1CA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E0A4FB1" w14:textId="77777777" w:rsidR="0085747A" w:rsidRPr="008B1CA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B1CA5">
        <w:rPr>
          <w:rFonts w:ascii="Corbel" w:hAnsi="Corbel"/>
          <w:b/>
          <w:sz w:val="24"/>
          <w:szCs w:val="24"/>
        </w:rPr>
        <w:t>3.3</w:t>
      </w:r>
      <w:r w:rsidR="0085747A" w:rsidRPr="008B1CA5">
        <w:rPr>
          <w:rFonts w:ascii="Corbel" w:hAnsi="Corbel"/>
          <w:b/>
          <w:sz w:val="24"/>
          <w:szCs w:val="24"/>
        </w:rPr>
        <w:t>T</w:t>
      </w:r>
      <w:r w:rsidR="001D7B54" w:rsidRPr="008B1CA5">
        <w:rPr>
          <w:rFonts w:ascii="Corbel" w:hAnsi="Corbel"/>
          <w:b/>
          <w:sz w:val="24"/>
          <w:szCs w:val="24"/>
        </w:rPr>
        <w:t xml:space="preserve">reści programowe </w:t>
      </w:r>
    </w:p>
    <w:p w14:paraId="0CA008F4" w14:textId="77777777" w:rsidR="0046325E" w:rsidRPr="008B1CA5" w:rsidRDefault="0046325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2842F56" w14:textId="77777777" w:rsidR="0085747A" w:rsidRPr="008B1CA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B1CA5">
        <w:rPr>
          <w:rFonts w:ascii="Corbel" w:hAnsi="Corbel"/>
          <w:sz w:val="24"/>
          <w:szCs w:val="24"/>
        </w:rPr>
        <w:t xml:space="preserve">, </w:t>
      </w:r>
      <w:r w:rsidRPr="008B1CA5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046D98" w:rsidRPr="008B1CA5" w14:paraId="5A631FCD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8E702" w14:textId="77777777" w:rsidR="00046D98" w:rsidRPr="008B1CA5" w:rsidRDefault="00046D98" w:rsidP="00842770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6D98" w:rsidRPr="008B1CA5" w14:paraId="3A06FBF3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7E0C7" w14:textId="77777777" w:rsidR="00046D98" w:rsidRPr="008B1CA5" w:rsidRDefault="00046D98" w:rsidP="00842770">
            <w:pPr>
              <w:pStyle w:val="Akapitzlist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Fundusze strukturalne UE jako źródło finansowania rozwoju regionalnego</w:t>
            </w:r>
          </w:p>
        </w:tc>
      </w:tr>
      <w:tr w:rsidR="00046D98" w:rsidRPr="008B1CA5" w14:paraId="4546D530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C61F5" w14:textId="77777777" w:rsidR="00046D98" w:rsidRPr="00842770" w:rsidRDefault="00842770" w:rsidP="0084277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42770">
              <w:rPr>
                <w:rFonts w:ascii="Corbel" w:hAnsi="Corbel"/>
                <w:sz w:val="24"/>
                <w:szCs w:val="24"/>
              </w:rPr>
              <w:t>Analiza programów operacyjnych wdrażanych w latach 2014-2020 i efektów wsparcia finansowego regionów, powiatów i gmin</w:t>
            </w:r>
          </w:p>
        </w:tc>
      </w:tr>
      <w:tr w:rsidR="00046D98" w:rsidRPr="008B1CA5" w14:paraId="03812CC2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D5C77" w14:textId="77777777" w:rsidR="00046D98" w:rsidRPr="008B1CA5" w:rsidRDefault="00046D98" w:rsidP="00842770">
            <w:pPr>
              <w:pStyle w:val="Akapitzlist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Przykłady przedsięwzięć finansowanych z  </w:t>
            </w:r>
            <w:proofErr w:type="spellStart"/>
            <w:r w:rsidRPr="008B1CA5">
              <w:rPr>
                <w:rFonts w:ascii="Corbel" w:hAnsi="Corbel"/>
                <w:sz w:val="24"/>
                <w:szCs w:val="24"/>
              </w:rPr>
              <w:t>PROW</w:t>
            </w:r>
            <w:proofErr w:type="spellEnd"/>
            <w:r w:rsidRPr="008B1CA5">
              <w:rPr>
                <w:rFonts w:ascii="Corbel" w:hAnsi="Corbel"/>
                <w:sz w:val="24"/>
                <w:szCs w:val="24"/>
              </w:rPr>
              <w:t xml:space="preserve"> i ich ekonomiczno-finansowe efekty </w:t>
            </w:r>
          </w:p>
        </w:tc>
      </w:tr>
      <w:tr w:rsidR="00046D98" w:rsidRPr="008B1CA5" w14:paraId="1C86B635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EB4B2" w14:textId="77777777" w:rsidR="00046D98" w:rsidRPr="008B1CA5" w:rsidRDefault="00046D98" w:rsidP="00842770">
            <w:pPr>
              <w:pStyle w:val="Akapitzlist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Dokumenty programowe</w:t>
            </w:r>
          </w:p>
        </w:tc>
      </w:tr>
      <w:tr w:rsidR="00046D98" w:rsidRPr="008B1CA5" w14:paraId="2626317A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C2CD" w14:textId="77777777" w:rsidR="00046D98" w:rsidRPr="008B1CA5" w:rsidRDefault="00046D98" w:rsidP="00842770">
            <w:pPr>
              <w:pStyle w:val="Akapitzlist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Wieloaspektowa analiza opracowywania i wdrażania RPO. </w:t>
            </w:r>
          </w:p>
        </w:tc>
      </w:tr>
      <w:tr w:rsidR="00046D98" w:rsidRPr="008B1CA5" w14:paraId="48EB5153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EAAA" w14:textId="77777777" w:rsidR="00046D98" w:rsidRPr="008B1CA5" w:rsidRDefault="00046D98" w:rsidP="00842770">
            <w:pPr>
              <w:pStyle w:val="Akapitzlist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Analiza możliwości finansowania rozwoju lokalnego kierowanego przez społeczność, </w:t>
            </w:r>
          </w:p>
        </w:tc>
      </w:tr>
      <w:tr w:rsidR="00046D98" w:rsidRPr="008B1CA5" w14:paraId="2146233D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C7A1" w14:textId="77777777" w:rsidR="00046D98" w:rsidRPr="008B1CA5" w:rsidRDefault="00046D98" w:rsidP="00842770">
            <w:pPr>
              <w:pStyle w:val="Akapitzlist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Analiza sposobu i zakresu finansowania </w:t>
            </w:r>
            <w:proofErr w:type="spellStart"/>
            <w:r w:rsidRPr="008B1CA5">
              <w:rPr>
                <w:rFonts w:ascii="Corbel" w:hAnsi="Corbel"/>
                <w:sz w:val="24"/>
                <w:szCs w:val="24"/>
              </w:rPr>
              <w:t>ZIT</w:t>
            </w:r>
            <w:proofErr w:type="spellEnd"/>
            <w:r w:rsidRPr="008B1CA5">
              <w:rPr>
                <w:rFonts w:ascii="Corbel" w:hAnsi="Corbel"/>
                <w:sz w:val="24"/>
                <w:szCs w:val="24"/>
              </w:rPr>
              <w:t xml:space="preserve">-ów, </w:t>
            </w:r>
            <w:proofErr w:type="spellStart"/>
            <w:r w:rsidRPr="008B1CA5">
              <w:rPr>
                <w:rFonts w:ascii="Corbel" w:hAnsi="Corbel"/>
                <w:sz w:val="24"/>
                <w:szCs w:val="24"/>
              </w:rPr>
              <w:t>ROF</w:t>
            </w:r>
            <w:proofErr w:type="spellEnd"/>
            <w:r w:rsidRPr="008B1CA5">
              <w:rPr>
                <w:rFonts w:ascii="Corbel" w:hAnsi="Corbel"/>
                <w:sz w:val="24"/>
                <w:szCs w:val="24"/>
              </w:rPr>
              <w:t xml:space="preserve">-ów </w:t>
            </w:r>
          </w:p>
        </w:tc>
      </w:tr>
      <w:tr w:rsidR="00046D98" w:rsidRPr="008B1CA5" w14:paraId="35B5CB94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29409" w14:textId="77777777" w:rsidR="00046D98" w:rsidRPr="00842770" w:rsidRDefault="00842770" w:rsidP="0084277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42770">
              <w:rPr>
                <w:rFonts w:ascii="Corbel" w:hAnsi="Corbel"/>
                <w:sz w:val="24"/>
                <w:szCs w:val="24"/>
              </w:rPr>
              <w:t>Kwalifikowalność projektów i wydatków. Przykłady kosztów kwalifikowanych na wybranym programie (</w:t>
            </w:r>
            <w:proofErr w:type="spellStart"/>
            <w:r w:rsidRPr="00842770">
              <w:rPr>
                <w:rFonts w:ascii="Corbel" w:hAnsi="Corbel"/>
                <w:sz w:val="24"/>
                <w:szCs w:val="24"/>
              </w:rPr>
              <w:t>case</w:t>
            </w:r>
            <w:proofErr w:type="spellEnd"/>
            <w:r w:rsidRPr="0084277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842770">
              <w:rPr>
                <w:rFonts w:ascii="Corbel" w:hAnsi="Corbel"/>
                <w:sz w:val="24"/>
                <w:szCs w:val="24"/>
              </w:rPr>
              <w:t>study</w:t>
            </w:r>
            <w:proofErr w:type="spellEnd"/>
            <w:r w:rsidRPr="00842770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046D98" w:rsidRPr="008B1CA5" w14:paraId="7D38EB61" w14:textId="77777777" w:rsidTr="00135B1D">
        <w:trPr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FA9FC" w14:textId="77777777" w:rsidR="00046D98" w:rsidRPr="008B1CA5" w:rsidRDefault="00046D98" w:rsidP="00842770">
            <w:pPr>
              <w:pStyle w:val="Akapitzlist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Ewaluacja jako instrument kształtujący efektywność projektów (rodzaje i metody)</w:t>
            </w:r>
          </w:p>
        </w:tc>
      </w:tr>
    </w:tbl>
    <w:p w14:paraId="0BAAE958" w14:textId="77777777" w:rsidR="0046325E" w:rsidRPr="008B1CA5" w:rsidRDefault="0046325E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 xml:space="preserve"> </w:t>
      </w:r>
    </w:p>
    <w:p w14:paraId="36C6873F" w14:textId="77777777" w:rsidR="008A7F33" w:rsidRDefault="008A7F3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93F5127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>3.4 Metody dydaktyczne</w:t>
      </w:r>
    </w:p>
    <w:p w14:paraId="0D193A22" w14:textId="77777777" w:rsidR="008A7F33" w:rsidRPr="008B1CA5" w:rsidRDefault="008A7F33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BD7F2A9" w14:textId="77777777" w:rsidR="00A033A9" w:rsidRPr="008B1CA5" w:rsidRDefault="00A033A9" w:rsidP="00A033A9">
      <w:pPr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lastRenderedPageBreak/>
        <w:t>Ćwiczenia – prezentacja multimedialna, filmy tematyczne,  analiza studium przypadku, praca w kilkuosobowych grupach połączona z dyskusją i przedstawieniem rozwiązania problemu analizowanego w pracy zespołowej (metoda projektów).</w:t>
      </w:r>
    </w:p>
    <w:p w14:paraId="4684FBBC" w14:textId="77777777" w:rsidR="00E960BB" w:rsidRPr="008B1CA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6BA39EE" w14:textId="77777777" w:rsidR="0085747A" w:rsidRPr="008B1CA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4. </w:t>
      </w:r>
      <w:r w:rsidR="0085747A" w:rsidRPr="008B1CA5">
        <w:rPr>
          <w:rFonts w:ascii="Corbel" w:hAnsi="Corbel"/>
          <w:smallCaps w:val="0"/>
          <w:szCs w:val="24"/>
        </w:rPr>
        <w:t>METODY I KRYTERIA OCENY</w:t>
      </w:r>
    </w:p>
    <w:p w14:paraId="614D491C" w14:textId="77777777" w:rsidR="00923D7D" w:rsidRPr="008B1CA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FA9581" w14:textId="77777777" w:rsidR="0085747A" w:rsidRPr="008B1CA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B1CA5">
        <w:rPr>
          <w:rFonts w:ascii="Corbel" w:hAnsi="Corbel"/>
          <w:smallCaps w:val="0"/>
          <w:szCs w:val="24"/>
        </w:rPr>
        <w:t>uczenia się</w:t>
      </w:r>
    </w:p>
    <w:tbl>
      <w:tblPr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3"/>
        <w:gridCol w:w="6171"/>
        <w:gridCol w:w="1836"/>
      </w:tblGrid>
      <w:tr w:rsidR="00453685" w:rsidRPr="008B1CA5" w14:paraId="3D5C3538" w14:textId="77777777" w:rsidTr="00135B1D">
        <w:trPr>
          <w:jc w:val="center"/>
        </w:trPr>
        <w:tc>
          <w:tcPr>
            <w:tcW w:w="1513" w:type="dxa"/>
            <w:vAlign w:val="center"/>
          </w:tcPr>
          <w:p w14:paraId="64466A00" w14:textId="77777777" w:rsidR="00453685" w:rsidRPr="00842770" w:rsidRDefault="00453685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277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171" w:type="dxa"/>
            <w:vAlign w:val="center"/>
          </w:tcPr>
          <w:p w14:paraId="7C5D70D1" w14:textId="77777777" w:rsidR="00453685" w:rsidRPr="00842770" w:rsidRDefault="00453685" w:rsidP="008427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27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1836" w:type="dxa"/>
          </w:tcPr>
          <w:p w14:paraId="27BDF491" w14:textId="77777777" w:rsidR="00453685" w:rsidRPr="00842770" w:rsidRDefault="00453685" w:rsidP="008427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</w:tc>
      </w:tr>
      <w:tr w:rsidR="00453685" w:rsidRPr="008B1CA5" w14:paraId="62368A3A" w14:textId="77777777" w:rsidTr="00135B1D">
        <w:trPr>
          <w:jc w:val="center"/>
        </w:trPr>
        <w:tc>
          <w:tcPr>
            <w:tcW w:w="1513" w:type="dxa"/>
          </w:tcPr>
          <w:p w14:paraId="15727751" w14:textId="211C41E2" w:rsidR="00453685" w:rsidRPr="00842770" w:rsidRDefault="00135B1D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453685" w:rsidRPr="00842770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6171" w:type="dxa"/>
          </w:tcPr>
          <w:p w14:paraId="63582D53" w14:textId="77777777" w:rsidR="00453685" w:rsidRPr="00842770" w:rsidRDefault="00453685" w:rsidP="0045368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42770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36" w:type="dxa"/>
          </w:tcPr>
          <w:p w14:paraId="48CFAD42" w14:textId="77777777" w:rsidR="00453685" w:rsidRPr="00842770" w:rsidRDefault="00453685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53685" w:rsidRPr="008B1CA5" w14:paraId="46A63056" w14:textId="77777777" w:rsidTr="00135B1D">
        <w:trPr>
          <w:jc w:val="center"/>
        </w:trPr>
        <w:tc>
          <w:tcPr>
            <w:tcW w:w="1513" w:type="dxa"/>
          </w:tcPr>
          <w:p w14:paraId="6161B753" w14:textId="77777777" w:rsidR="00453685" w:rsidRPr="00842770" w:rsidRDefault="00453685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4277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171" w:type="dxa"/>
          </w:tcPr>
          <w:p w14:paraId="7CC2C656" w14:textId="77777777" w:rsidR="00453685" w:rsidRPr="00842770" w:rsidRDefault="00453685" w:rsidP="0045368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42770">
              <w:rPr>
                <w:rFonts w:ascii="Corbel" w:hAnsi="Corbel"/>
                <w:sz w:val="24"/>
                <w:szCs w:val="24"/>
              </w:rPr>
              <w:t xml:space="preserve">Praca </w:t>
            </w:r>
            <w:r>
              <w:rPr>
                <w:rFonts w:ascii="Corbel" w:hAnsi="Corbel"/>
                <w:sz w:val="24"/>
                <w:szCs w:val="24"/>
              </w:rPr>
              <w:t>zaliczeniowa</w:t>
            </w:r>
            <w:r w:rsidRPr="00842770">
              <w:rPr>
                <w:rFonts w:ascii="Corbel" w:hAnsi="Corbel"/>
                <w:sz w:val="24"/>
                <w:szCs w:val="24"/>
              </w:rPr>
              <w:t>, obserwacja postawy i ocena prezentowanego stanowiska</w:t>
            </w:r>
          </w:p>
        </w:tc>
        <w:tc>
          <w:tcPr>
            <w:tcW w:w="1836" w:type="dxa"/>
          </w:tcPr>
          <w:p w14:paraId="573FD39E" w14:textId="77777777" w:rsidR="00453685" w:rsidRPr="00842770" w:rsidRDefault="00453685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53685" w:rsidRPr="008B1CA5" w14:paraId="025507B5" w14:textId="77777777" w:rsidTr="00135B1D">
        <w:trPr>
          <w:jc w:val="center"/>
        </w:trPr>
        <w:tc>
          <w:tcPr>
            <w:tcW w:w="1513" w:type="dxa"/>
          </w:tcPr>
          <w:p w14:paraId="70992835" w14:textId="77777777" w:rsidR="00453685" w:rsidRPr="00842770" w:rsidRDefault="00453685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4277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6171" w:type="dxa"/>
          </w:tcPr>
          <w:p w14:paraId="3EA878B5" w14:textId="77777777" w:rsidR="00453685" w:rsidRPr="00842770" w:rsidRDefault="00453685" w:rsidP="0045368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42770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36" w:type="dxa"/>
          </w:tcPr>
          <w:p w14:paraId="602B908B" w14:textId="77777777" w:rsidR="00453685" w:rsidRPr="00842770" w:rsidRDefault="00453685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13154AC0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E170BC" w14:textId="77777777" w:rsidR="0085747A" w:rsidRPr="008B1CA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4.2 </w:t>
      </w:r>
      <w:r w:rsidR="0085747A" w:rsidRPr="008B1CA5">
        <w:rPr>
          <w:rFonts w:ascii="Corbel" w:hAnsi="Corbel"/>
          <w:smallCaps w:val="0"/>
          <w:szCs w:val="24"/>
        </w:rPr>
        <w:t>Warunki zaliczenia przedmiotu (kryteria oceniania)</w:t>
      </w:r>
    </w:p>
    <w:p w14:paraId="0DAEA3A2" w14:textId="77777777" w:rsidR="00923D7D" w:rsidRPr="008B1CA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B1CA5" w14:paraId="3DA63A5C" w14:textId="77777777" w:rsidTr="00135B1D">
        <w:trPr>
          <w:jc w:val="center"/>
        </w:trPr>
        <w:tc>
          <w:tcPr>
            <w:tcW w:w="9520" w:type="dxa"/>
          </w:tcPr>
          <w:p w14:paraId="7FC82E54" w14:textId="77777777" w:rsidR="00F22808" w:rsidRPr="00FB475C" w:rsidRDefault="00F22808" w:rsidP="0013041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B475C">
              <w:rPr>
                <w:rFonts w:ascii="Corbel" w:hAnsi="Corbel"/>
                <w:sz w:val="24"/>
                <w:szCs w:val="24"/>
              </w:rPr>
              <w:t xml:space="preserve">Zaliczenie przedmiotu na podstawie – pozytywnej oceny z pracy zaliczeniowej </w:t>
            </w:r>
            <w:r w:rsidR="00FB475C">
              <w:rPr>
                <w:rFonts w:ascii="Corbel" w:hAnsi="Corbel"/>
                <w:sz w:val="24"/>
                <w:szCs w:val="24"/>
              </w:rPr>
              <w:t>(podstawą zaliczenia jest uzyskanie 50% pkt)</w:t>
            </w:r>
            <w:r w:rsidR="00FB475C" w:rsidRPr="00FB475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B475C">
              <w:rPr>
                <w:rFonts w:ascii="Corbel" w:hAnsi="Corbel"/>
                <w:sz w:val="24"/>
                <w:szCs w:val="24"/>
              </w:rPr>
              <w:t>oraz przygotowania i zaprezento</w:t>
            </w:r>
            <w:r w:rsidR="0013041A">
              <w:rPr>
                <w:rFonts w:ascii="Corbel" w:hAnsi="Corbel"/>
                <w:sz w:val="24"/>
                <w:szCs w:val="24"/>
              </w:rPr>
              <w:t>wania podczas zajęć prezentacji</w:t>
            </w:r>
            <w:r w:rsidRPr="00FB475C">
              <w:rPr>
                <w:rFonts w:ascii="Corbel" w:hAnsi="Corbel"/>
                <w:sz w:val="24"/>
                <w:szCs w:val="24"/>
              </w:rPr>
              <w:t>,  a także aktywność w pracy zespołowej podczas ćwiczeń.</w:t>
            </w:r>
          </w:p>
        </w:tc>
      </w:tr>
    </w:tbl>
    <w:p w14:paraId="2D19C05A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F509DF" w14:textId="77777777" w:rsidR="009F4610" w:rsidRPr="008B1CA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B1CA5">
        <w:rPr>
          <w:rFonts w:ascii="Corbel" w:hAnsi="Corbel"/>
          <w:b/>
          <w:sz w:val="24"/>
          <w:szCs w:val="24"/>
        </w:rPr>
        <w:t xml:space="preserve">5. </w:t>
      </w:r>
      <w:r w:rsidR="00C61DC5" w:rsidRPr="008B1CA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8B1CA5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8B1CA5">
        <w:rPr>
          <w:rFonts w:ascii="Corbel" w:hAnsi="Corbel"/>
          <w:b/>
          <w:sz w:val="24"/>
          <w:szCs w:val="24"/>
        </w:rPr>
        <w:t xml:space="preserve"> </w:t>
      </w:r>
    </w:p>
    <w:p w14:paraId="06888D4D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B1CA5" w14:paraId="10EEA630" w14:textId="77777777" w:rsidTr="00135B1D">
        <w:trPr>
          <w:jc w:val="center"/>
        </w:trPr>
        <w:tc>
          <w:tcPr>
            <w:tcW w:w="4902" w:type="dxa"/>
            <w:vAlign w:val="center"/>
          </w:tcPr>
          <w:p w14:paraId="3FA17BEB" w14:textId="77777777" w:rsidR="0085747A" w:rsidRPr="008B1CA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1CA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B1CA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B1CA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11BC202" w14:textId="77777777" w:rsidR="0085747A" w:rsidRPr="008B1CA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1CA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B1CA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B1CA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8B1CA5" w14:paraId="332625A4" w14:textId="77777777" w:rsidTr="00135B1D">
        <w:trPr>
          <w:jc w:val="center"/>
        </w:trPr>
        <w:tc>
          <w:tcPr>
            <w:tcW w:w="4902" w:type="dxa"/>
          </w:tcPr>
          <w:p w14:paraId="2E6A42A6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3D8BB186" w14:textId="77777777" w:rsidR="00BE3D8F" w:rsidRPr="008B1CA5" w:rsidRDefault="00046D9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2</w:t>
            </w:r>
            <w:r w:rsidR="00BE3D8F" w:rsidRPr="008B1CA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BE3D8F" w:rsidRPr="008B1CA5" w14:paraId="6027C188" w14:textId="77777777" w:rsidTr="00135B1D">
        <w:trPr>
          <w:jc w:val="center"/>
        </w:trPr>
        <w:tc>
          <w:tcPr>
            <w:tcW w:w="4902" w:type="dxa"/>
          </w:tcPr>
          <w:p w14:paraId="597ED4C0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1B4B139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3BFFD1FE" w14:textId="77777777" w:rsidR="00BE3D8F" w:rsidRPr="008B1CA5" w:rsidRDefault="00046D9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E3D8F" w:rsidRPr="008B1CA5" w14:paraId="4A0FDCD8" w14:textId="77777777" w:rsidTr="00135B1D">
        <w:trPr>
          <w:jc w:val="center"/>
        </w:trPr>
        <w:tc>
          <w:tcPr>
            <w:tcW w:w="4902" w:type="dxa"/>
          </w:tcPr>
          <w:p w14:paraId="70386A73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B1CA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B1CA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471C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04D7C" w:rsidRPr="008B1CA5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8B1CA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F58BB22" w14:textId="77777777" w:rsidR="00BE3D8F" w:rsidRPr="008B1CA5" w:rsidRDefault="00046D9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26</w:t>
            </w:r>
          </w:p>
        </w:tc>
      </w:tr>
      <w:tr w:rsidR="00BE3D8F" w:rsidRPr="008B1CA5" w14:paraId="5883BDCC" w14:textId="77777777" w:rsidTr="00135B1D">
        <w:trPr>
          <w:jc w:val="center"/>
        </w:trPr>
        <w:tc>
          <w:tcPr>
            <w:tcW w:w="4902" w:type="dxa"/>
          </w:tcPr>
          <w:p w14:paraId="5D982DF9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2288BB0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5</w:t>
            </w:r>
            <w:r w:rsidR="00046D98" w:rsidRPr="008B1CA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BE3D8F" w:rsidRPr="008B1CA5" w14:paraId="76194D12" w14:textId="77777777" w:rsidTr="00135B1D">
        <w:trPr>
          <w:jc w:val="center"/>
        </w:trPr>
        <w:tc>
          <w:tcPr>
            <w:tcW w:w="4902" w:type="dxa"/>
          </w:tcPr>
          <w:p w14:paraId="5115134D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B1CA5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8B1CA5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309242CC" w14:textId="77777777" w:rsidR="00BE3D8F" w:rsidRPr="008B1CA5" w:rsidRDefault="00046D9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3AE97E3" w14:textId="77777777" w:rsidR="0085747A" w:rsidRPr="008B1CA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B1CA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B1CA5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8B1CA5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8B1CA5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C05AC1E" w14:textId="77777777" w:rsidR="003E1941" w:rsidRPr="008B1CA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A8CDC5" w14:textId="77777777" w:rsidR="0085747A" w:rsidRPr="008B1CA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6. </w:t>
      </w:r>
      <w:r w:rsidR="0085747A" w:rsidRPr="008B1CA5">
        <w:rPr>
          <w:rFonts w:ascii="Corbel" w:hAnsi="Corbel"/>
          <w:smallCaps w:val="0"/>
          <w:szCs w:val="24"/>
        </w:rPr>
        <w:t>PRAKTYKI ZAWO</w:t>
      </w:r>
      <w:r w:rsidR="009D3F3B" w:rsidRPr="008B1CA5">
        <w:rPr>
          <w:rFonts w:ascii="Corbel" w:hAnsi="Corbel"/>
          <w:smallCaps w:val="0"/>
          <w:szCs w:val="24"/>
        </w:rPr>
        <w:t>DOWE W RAMACH PRZEDMIOTU</w:t>
      </w:r>
    </w:p>
    <w:p w14:paraId="06EAD45D" w14:textId="77777777" w:rsidR="0085747A" w:rsidRPr="008B1CA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8B1CA5" w14:paraId="7D73CAC1" w14:textId="77777777" w:rsidTr="00135B1D">
        <w:trPr>
          <w:trHeight w:val="397"/>
          <w:jc w:val="center"/>
        </w:trPr>
        <w:tc>
          <w:tcPr>
            <w:tcW w:w="4082" w:type="dxa"/>
          </w:tcPr>
          <w:p w14:paraId="79E1A66F" w14:textId="77777777" w:rsidR="0085747A" w:rsidRPr="008B1CA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60BAE86F" w14:textId="77777777" w:rsidR="0085747A" w:rsidRPr="008B1CA5" w:rsidRDefault="00453685" w:rsidP="004536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B1CA5" w14:paraId="03903202" w14:textId="77777777" w:rsidTr="00135B1D">
        <w:trPr>
          <w:trHeight w:val="397"/>
          <w:jc w:val="center"/>
        </w:trPr>
        <w:tc>
          <w:tcPr>
            <w:tcW w:w="4082" w:type="dxa"/>
          </w:tcPr>
          <w:p w14:paraId="5E36458C" w14:textId="77777777" w:rsidR="0085747A" w:rsidRPr="008B1CA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6316FA60" w14:textId="77777777" w:rsidR="0085747A" w:rsidRPr="008B1CA5" w:rsidRDefault="00453685" w:rsidP="004536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DDB373D" w14:textId="77777777" w:rsidR="008A7F33" w:rsidRDefault="008A7F3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DE3080F" w14:textId="77777777" w:rsidR="008A7F33" w:rsidRDefault="008A7F3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B90CAE" w14:textId="77777777" w:rsidR="008A7F33" w:rsidRDefault="008A7F3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2831FA" w14:textId="77777777" w:rsidR="008A7F33" w:rsidRDefault="008A7F3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11F13B" w14:textId="77777777" w:rsidR="0085747A" w:rsidRPr="008B1CA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7. </w:t>
      </w:r>
      <w:r w:rsidR="0085747A" w:rsidRPr="008B1CA5">
        <w:rPr>
          <w:rFonts w:ascii="Corbel" w:hAnsi="Corbel"/>
          <w:smallCaps w:val="0"/>
          <w:szCs w:val="24"/>
        </w:rPr>
        <w:t>LITERATURA</w:t>
      </w:r>
    </w:p>
    <w:p w14:paraId="6B601AC1" w14:textId="77777777" w:rsidR="0046325E" w:rsidRPr="008B1CA5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10"/>
      </w:tblGrid>
      <w:tr w:rsidR="0046325E" w:rsidRPr="008B1CA5" w14:paraId="38E68AF1" w14:textId="77777777" w:rsidTr="00135B1D">
        <w:trPr>
          <w:trHeight w:val="1550"/>
          <w:jc w:val="center"/>
        </w:trPr>
        <w:tc>
          <w:tcPr>
            <w:tcW w:w="9610" w:type="dxa"/>
          </w:tcPr>
          <w:p w14:paraId="60EF5266" w14:textId="77777777" w:rsidR="0046325E" w:rsidRPr="008B1CA5" w:rsidRDefault="0046325E" w:rsidP="00135B1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58390FA9" w14:textId="77777777" w:rsidR="0046325E" w:rsidRPr="00F471C9" w:rsidRDefault="0046325E" w:rsidP="00135B1D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471C9">
              <w:rPr>
                <w:rFonts w:ascii="Corbel" w:hAnsi="Corbel"/>
                <w:sz w:val="24"/>
                <w:szCs w:val="24"/>
              </w:rPr>
              <w:t>Miś T., Pamuła T. (red.)</w:t>
            </w:r>
            <w:r w:rsidR="00453685" w:rsidRPr="00F471C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471C9">
              <w:rPr>
                <w:rFonts w:ascii="Corbel" w:hAnsi="Corbel"/>
                <w:i/>
                <w:sz w:val="24"/>
                <w:szCs w:val="24"/>
              </w:rPr>
              <w:t>Fundusze UE jako czynnik poprawy konkurencyjności i jakości życia na obszarach wiejskich Podkarpacia</w:t>
            </w:r>
            <w:r w:rsidR="00453685" w:rsidRPr="00F471C9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471C9">
              <w:rPr>
                <w:rFonts w:ascii="Corbel" w:hAnsi="Corbel"/>
                <w:sz w:val="24"/>
                <w:szCs w:val="24"/>
              </w:rPr>
              <w:t xml:space="preserve">Wyd. </w:t>
            </w:r>
            <w:r w:rsidRPr="00F471C9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201AA2DC" w14:textId="77777777" w:rsidR="0046325E" w:rsidRPr="00F471C9" w:rsidRDefault="00C117F7" w:rsidP="00135B1D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471C9">
              <w:rPr>
                <w:rFonts w:ascii="Corbel" w:hAnsi="Corbel"/>
                <w:sz w:val="24"/>
                <w:szCs w:val="24"/>
              </w:rPr>
              <w:t>Kleinowski M., Piechowicz M., Sikora-Gaca M. F</w:t>
            </w:r>
            <w:r w:rsidRPr="00F471C9">
              <w:rPr>
                <w:rFonts w:ascii="Corbel" w:hAnsi="Corbel"/>
                <w:i/>
                <w:sz w:val="24"/>
                <w:szCs w:val="24"/>
              </w:rPr>
              <w:t>undusze i programy Unii Europejskiej wspierające przedsiębiorstwa w perspektywie finansowej 2014-2020</w:t>
            </w:r>
            <w:r w:rsidR="00453685" w:rsidRPr="00F471C9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F471C9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F471C9">
              <w:rPr>
                <w:rFonts w:ascii="Corbel" w:hAnsi="Corbel"/>
                <w:sz w:val="24"/>
                <w:szCs w:val="24"/>
              </w:rPr>
              <w:t>, Warszawa 2016.</w:t>
            </w:r>
          </w:p>
        </w:tc>
      </w:tr>
      <w:tr w:rsidR="0046325E" w:rsidRPr="008B1CA5" w14:paraId="2E746226" w14:textId="77777777" w:rsidTr="00135B1D">
        <w:trPr>
          <w:trHeight w:val="397"/>
          <w:jc w:val="center"/>
        </w:trPr>
        <w:tc>
          <w:tcPr>
            <w:tcW w:w="9610" w:type="dxa"/>
          </w:tcPr>
          <w:p w14:paraId="7F6D2227" w14:textId="77777777" w:rsidR="0046325E" w:rsidRPr="008B1CA5" w:rsidRDefault="0046325E" w:rsidP="00453685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18C433DF" w14:textId="77777777" w:rsidR="0046325E" w:rsidRPr="00F471C9" w:rsidRDefault="0046325E" w:rsidP="00F471C9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F471C9">
              <w:rPr>
                <w:rFonts w:ascii="Corbel" w:hAnsi="Corbel"/>
                <w:sz w:val="24"/>
                <w:szCs w:val="24"/>
              </w:rPr>
              <w:t xml:space="preserve">Ministerstwo Rozwoju. Instrumenty finansowe w ramach perspektywy finansowej 2014-202020, zakres i forma. Warszawa 2017.  </w:t>
            </w:r>
          </w:p>
          <w:p w14:paraId="3A06B5AC" w14:textId="77777777" w:rsidR="0046325E" w:rsidRPr="00F471C9" w:rsidRDefault="0046325E" w:rsidP="00F471C9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F471C9">
              <w:rPr>
                <w:rFonts w:ascii="Corbel" w:hAnsi="Corbel"/>
                <w:bCs/>
                <w:sz w:val="24"/>
                <w:szCs w:val="24"/>
              </w:rPr>
              <w:t>Podstawowe akty prawne i inne dokumenty dotyczące polityki spójności, Strategia Europa 2020, Umowa Partnerstwa, Strategia Odpowiedzialnego Rozwoju</w:t>
            </w:r>
            <w:r w:rsidRPr="00F471C9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41E61D67" w14:textId="77777777" w:rsidR="0046325E" w:rsidRPr="008B1CA5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402CAD7" w14:textId="77777777" w:rsidR="00BE3D8F" w:rsidRPr="008B1CA5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A2C6C73" w14:textId="77777777" w:rsidR="0085747A" w:rsidRPr="008B1CA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496985" w14:textId="77777777" w:rsidR="0085747A" w:rsidRPr="008B1CA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B1CA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B1CA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7C1DD9" w14:textId="77777777" w:rsidR="00FB12CF" w:rsidRDefault="00FB12CF" w:rsidP="00C16ABF">
      <w:pPr>
        <w:spacing w:after="0" w:line="240" w:lineRule="auto"/>
      </w:pPr>
      <w:r>
        <w:separator/>
      </w:r>
    </w:p>
  </w:endnote>
  <w:endnote w:type="continuationSeparator" w:id="0">
    <w:p w14:paraId="076B1574" w14:textId="77777777" w:rsidR="00FB12CF" w:rsidRDefault="00FB12C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2CAA3F" w14:textId="77777777" w:rsidR="00FB12CF" w:rsidRDefault="00FB12CF" w:rsidP="00C16ABF">
      <w:pPr>
        <w:spacing w:after="0" w:line="240" w:lineRule="auto"/>
      </w:pPr>
      <w:r>
        <w:separator/>
      </w:r>
    </w:p>
  </w:footnote>
  <w:footnote w:type="continuationSeparator" w:id="0">
    <w:p w14:paraId="601355C7" w14:textId="77777777" w:rsidR="00FB12CF" w:rsidRDefault="00FB12CF" w:rsidP="00C16ABF">
      <w:pPr>
        <w:spacing w:after="0" w:line="240" w:lineRule="auto"/>
      </w:pPr>
      <w:r>
        <w:continuationSeparator/>
      </w:r>
    </w:p>
  </w:footnote>
  <w:footnote w:id="1">
    <w:p w14:paraId="1DF157F6" w14:textId="77777777" w:rsidR="00135B1D" w:rsidRDefault="00135B1D" w:rsidP="00135B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2205D5"/>
    <w:multiLevelType w:val="hybridMultilevel"/>
    <w:tmpl w:val="B55AEF58"/>
    <w:lvl w:ilvl="0" w:tplc="9F7CD4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45F78"/>
    <w:multiLevelType w:val="hybridMultilevel"/>
    <w:tmpl w:val="87D0ADBA"/>
    <w:lvl w:ilvl="0" w:tplc="305483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73D2926"/>
    <w:multiLevelType w:val="hybridMultilevel"/>
    <w:tmpl w:val="FCAAB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D98"/>
    <w:rsid w:val="00062C51"/>
    <w:rsid w:val="000706E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043"/>
    <w:rsid w:val="000F1C57"/>
    <w:rsid w:val="000F5615"/>
    <w:rsid w:val="00107C95"/>
    <w:rsid w:val="00124BFF"/>
    <w:rsid w:val="0012560E"/>
    <w:rsid w:val="00127108"/>
    <w:rsid w:val="0013041A"/>
    <w:rsid w:val="00134B13"/>
    <w:rsid w:val="00135B1D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F2CA2"/>
    <w:rsid w:val="002144C0"/>
    <w:rsid w:val="00215FA7"/>
    <w:rsid w:val="0021791D"/>
    <w:rsid w:val="0022477D"/>
    <w:rsid w:val="002278A9"/>
    <w:rsid w:val="002336F9"/>
    <w:rsid w:val="0024028F"/>
    <w:rsid w:val="00244ABC"/>
    <w:rsid w:val="00262FFE"/>
    <w:rsid w:val="00267ACE"/>
    <w:rsid w:val="00281FF2"/>
    <w:rsid w:val="002857DE"/>
    <w:rsid w:val="0028681F"/>
    <w:rsid w:val="00291567"/>
    <w:rsid w:val="0029687E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AD1"/>
    <w:rsid w:val="003151C5"/>
    <w:rsid w:val="00326250"/>
    <w:rsid w:val="003343CF"/>
    <w:rsid w:val="00346FE9"/>
    <w:rsid w:val="0034759A"/>
    <w:rsid w:val="00347AD8"/>
    <w:rsid w:val="003503F6"/>
    <w:rsid w:val="00352B6B"/>
    <w:rsid w:val="003530DD"/>
    <w:rsid w:val="00363F78"/>
    <w:rsid w:val="003A0A5B"/>
    <w:rsid w:val="003A1176"/>
    <w:rsid w:val="003A50F4"/>
    <w:rsid w:val="003C0BAE"/>
    <w:rsid w:val="003D18A1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685"/>
    <w:rsid w:val="00461EFC"/>
    <w:rsid w:val="0046325E"/>
    <w:rsid w:val="004652C2"/>
    <w:rsid w:val="004706D1"/>
    <w:rsid w:val="00471326"/>
    <w:rsid w:val="0047598D"/>
    <w:rsid w:val="00476C6E"/>
    <w:rsid w:val="004840FD"/>
    <w:rsid w:val="00490F7D"/>
    <w:rsid w:val="00491678"/>
    <w:rsid w:val="00494ECE"/>
    <w:rsid w:val="004968E2"/>
    <w:rsid w:val="004A3EEA"/>
    <w:rsid w:val="004A4D1F"/>
    <w:rsid w:val="004D5282"/>
    <w:rsid w:val="004F1551"/>
    <w:rsid w:val="004F55A3"/>
    <w:rsid w:val="00503686"/>
    <w:rsid w:val="0050496F"/>
    <w:rsid w:val="00504D7C"/>
    <w:rsid w:val="00513B6F"/>
    <w:rsid w:val="00517C63"/>
    <w:rsid w:val="005363C4"/>
    <w:rsid w:val="00536BDE"/>
    <w:rsid w:val="00543ACC"/>
    <w:rsid w:val="0056129E"/>
    <w:rsid w:val="0056696D"/>
    <w:rsid w:val="0059484D"/>
    <w:rsid w:val="005A0855"/>
    <w:rsid w:val="005A133C"/>
    <w:rsid w:val="005A3196"/>
    <w:rsid w:val="005A3FC4"/>
    <w:rsid w:val="005C080F"/>
    <w:rsid w:val="005C55E5"/>
    <w:rsid w:val="005C696A"/>
    <w:rsid w:val="005E6E85"/>
    <w:rsid w:val="005F31D2"/>
    <w:rsid w:val="006060B3"/>
    <w:rsid w:val="0061029B"/>
    <w:rsid w:val="00617230"/>
    <w:rsid w:val="00621CE1"/>
    <w:rsid w:val="00627FC9"/>
    <w:rsid w:val="00647FA8"/>
    <w:rsid w:val="00650C5F"/>
    <w:rsid w:val="00654934"/>
    <w:rsid w:val="006620D9"/>
    <w:rsid w:val="006673A0"/>
    <w:rsid w:val="00671958"/>
    <w:rsid w:val="00675843"/>
    <w:rsid w:val="00696477"/>
    <w:rsid w:val="006D050F"/>
    <w:rsid w:val="006D194C"/>
    <w:rsid w:val="006D6139"/>
    <w:rsid w:val="006E5D65"/>
    <w:rsid w:val="006F1282"/>
    <w:rsid w:val="006F1FBC"/>
    <w:rsid w:val="006F31E2"/>
    <w:rsid w:val="0070305B"/>
    <w:rsid w:val="00704CAF"/>
    <w:rsid w:val="00706544"/>
    <w:rsid w:val="007072BA"/>
    <w:rsid w:val="0071620A"/>
    <w:rsid w:val="00724677"/>
    <w:rsid w:val="00725459"/>
    <w:rsid w:val="007327BD"/>
    <w:rsid w:val="00734608"/>
    <w:rsid w:val="00745302"/>
    <w:rsid w:val="00745527"/>
    <w:rsid w:val="007461D6"/>
    <w:rsid w:val="00746EC8"/>
    <w:rsid w:val="00763BF1"/>
    <w:rsid w:val="00766FD4"/>
    <w:rsid w:val="0078168C"/>
    <w:rsid w:val="00787C2A"/>
    <w:rsid w:val="00790E27"/>
    <w:rsid w:val="007975CE"/>
    <w:rsid w:val="007A4022"/>
    <w:rsid w:val="007A6E6E"/>
    <w:rsid w:val="007C3299"/>
    <w:rsid w:val="007C3BCC"/>
    <w:rsid w:val="007C4546"/>
    <w:rsid w:val="007D6E56"/>
    <w:rsid w:val="007F4155"/>
    <w:rsid w:val="007F5AF8"/>
    <w:rsid w:val="007F6A57"/>
    <w:rsid w:val="0081554D"/>
    <w:rsid w:val="0081707E"/>
    <w:rsid w:val="00842770"/>
    <w:rsid w:val="008449B3"/>
    <w:rsid w:val="0085042E"/>
    <w:rsid w:val="008552A2"/>
    <w:rsid w:val="00856CC5"/>
    <w:rsid w:val="0085747A"/>
    <w:rsid w:val="00884922"/>
    <w:rsid w:val="00885F64"/>
    <w:rsid w:val="008917F9"/>
    <w:rsid w:val="008A45F7"/>
    <w:rsid w:val="008A6CE8"/>
    <w:rsid w:val="008A7F33"/>
    <w:rsid w:val="008B1CA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0C12"/>
    <w:rsid w:val="00991867"/>
    <w:rsid w:val="009976AF"/>
    <w:rsid w:val="00997F14"/>
    <w:rsid w:val="009A78D9"/>
    <w:rsid w:val="009B2B31"/>
    <w:rsid w:val="009B509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53"/>
    <w:rsid w:val="00A84C85"/>
    <w:rsid w:val="00A97DE1"/>
    <w:rsid w:val="00AA4439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D8B"/>
    <w:rsid w:val="00B056D3"/>
    <w:rsid w:val="00B06142"/>
    <w:rsid w:val="00B135B1"/>
    <w:rsid w:val="00B3130B"/>
    <w:rsid w:val="00B40ADB"/>
    <w:rsid w:val="00B410F4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20D3"/>
    <w:rsid w:val="00BE3D8F"/>
    <w:rsid w:val="00BF2C41"/>
    <w:rsid w:val="00C058B4"/>
    <w:rsid w:val="00C05F44"/>
    <w:rsid w:val="00C117F7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351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069B"/>
    <w:rsid w:val="00EA2074"/>
    <w:rsid w:val="00EA3669"/>
    <w:rsid w:val="00EA4832"/>
    <w:rsid w:val="00EA4E9D"/>
    <w:rsid w:val="00EA74BB"/>
    <w:rsid w:val="00EC4899"/>
    <w:rsid w:val="00ED03AB"/>
    <w:rsid w:val="00ED32D2"/>
    <w:rsid w:val="00EE32DE"/>
    <w:rsid w:val="00EE5457"/>
    <w:rsid w:val="00F070AB"/>
    <w:rsid w:val="00F17567"/>
    <w:rsid w:val="00F22808"/>
    <w:rsid w:val="00F27A7B"/>
    <w:rsid w:val="00F4404D"/>
    <w:rsid w:val="00F462E8"/>
    <w:rsid w:val="00F471C9"/>
    <w:rsid w:val="00F526AF"/>
    <w:rsid w:val="00F617C3"/>
    <w:rsid w:val="00F7066B"/>
    <w:rsid w:val="00F83B28"/>
    <w:rsid w:val="00F974DA"/>
    <w:rsid w:val="00FA46E5"/>
    <w:rsid w:val="00FB12CF"/>
    <w:rsid w:val="00FB475C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C8D6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F5A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5A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5AF8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29DE8-1415-4E11-B552-A87FF665B3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E606AD-7B76-4A93-B6DD-E20299E125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609CED-062A-48E0-80B0-1168EE722F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6680FC8-9B0D-4155-BA87-2BB6EC760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807</Words>
  <Characters>4843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10</cp:revision>
  <cp:lastPrinted>2019-02-06T12:12:00Z</cp:lastPrinted>
  <dcterms:created xsi:type="dcterms:W3CDTF">2020-11-30T05:56:00Z</dcterms:created>
  <dcterms:modified xsi:type="dcterms:W3CDTF">2021-09-06T06:25:00Z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